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865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modele resocjalizacji w wybranych krajach świata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82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82F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0016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624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62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865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65E5" w:rsidP="006865E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penitencjarnej, penologii i historii instytucji resocjalizacyjnych.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865E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o systemach resocjalizacyjnych, metodach i sposobach efektywnej resocjalizacji w wybranych krajach europejskich i pozaeuropejskich.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różnorodnością działań prowadzonych wobec niedostosowanych społecznie w określonych instytucjach resocjalizacyjnych w różnych państwach.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A355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Porównanie w zakresie efektywności instytucjonalnych systemach i modelach resocjalizacji w różnych państwach.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specyfikę oddziaływań prawnych i resocjalizacyjnych podejmowanych wobec osób naruszających normy prawne 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porówna system resocjalizacji obowiązujących w Polsce z systemami w innych krajach.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280E7E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uwarunkowania społeczno-kulturowe wpływające na specyfikę systemów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21A3F">
              <w:rPr>
                <w:rFonts w:ascii="Corbel" w:hAnsi="Corbel"/>
                <w:b w:val="0"/>
                <w:smallCaps w:val="0"/>
                <w:szCs w:val="24"/>
              </w:rPr>
              <w:t>w wybranych krajach świata.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K_U05</w:t>
            </w:r>
          </w:p>
        </w:tc>
      </w:tr>
      <w:tr w:rsidR="00A166CD" w:rsidRPr="009C54AE" w:rsidTr="00A355A9">
        <w:trPr>
          <w:trHeight w:val="37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streści i zinterpretuje informacje dotyczące systemów resocjalizacji w różnych państwach. </w:t>
            </w:r>
          </w:p>
        </w:tc>
        <w:tc>
          <w:tcPr>
            <w:tcW w:w="1873" w:type="dxa"/>
          </w:tcPr>
          <w:p w:rsidR="00A166CD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321A3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potrzebę aktualizowania swojej wiedzy i umiejętności pedagogicznych z wykorzystaniem systemów, modeli oraz doświadczeń polskich i zagranicznych. </w:t>
            </w:r>
          </w:p>
        </w:tc>
        <w:tc>
          <w:tcPr>
            <w:tcW w:w="1873" w:type="dxa"/>
          </w:tcPr>
          <w:p w:rsidR="009938FF" w:rsidRPr="009938FF" w:rsidRDefault="00A355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K_K04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problematykę wykładu- podstawowe pojęcia.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i modele resocjalizacji w aspekcie historycznym.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21A3F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Wielkiej </w:t>
            </w:r>
            <w:r w:rsidR="00865C6B">
              <w:rPr>
                <w:rFonts w:ascii="Corbel" w:hAnsi="Corbel"/>
                <w:sz w:val="24"/>
                <w:szCs w:val="24"/>
              </w:rPr>
              <w:t>Brytanii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Francji.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resocjalizacji i wymiar sprawiedliwości Niemiec.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321A3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1A3F">
              <w:rPr>
                <w:rFonts w:ascii="Corbel" w:hAnsi="Corbel"/>
                <w:sz w:val="24"/>
                <w:szCs w:val="24"/>
              </w:rPr>
              <w:t>System resocjalizacji i wymiar sprawiedliwości</w:t>
            </w:r>
            <w:r>
              <w:rPr>
                <w:rFonts w:ascii="Corbel" w:hAnsi="Corbel"/>
                <w:sz w:val="24"/>
                <w:szCs w:val="24"/>
              </w:rPr>
              <w:t xml:space="preserve"> Hiszpanii.</w:t>
            </w:r>
          </w:p>
        </w:tc>
      </w:tr>
      <w:tr w:rsidR="00321A3F" w:rsidRPr="009C54AE" w:rsidTr="00923D7D">
        <w:tc>
          <w:tcPr>
            <w:tcW w:w="9639" w:type="dxa"/>
          </w:tcPr>
          <w:p w:rsidR="00321A3F" w:rsidRDefault="00321A3F" w:rsidP="00321A3F">
            <w:pPr>
              <w:spacing w:after="0"/>
            </w:pPr>
            <w:r w:rsidRPr="00381E59">
              <w:rPr>
                <w:rFonts w:ascii="Corbel" w:hAnsi="Corbel"/>
                <w:sz w:val="24"/>
                <w:szCs w:val="24"/>
              </w:rPr>
              <w:t xml:space="preserve">System resocjalizacji i wymiar sprawiedliwości </w:t>
            </w:r>
            <w:r>
              <w:rPr>
                <w:rFonts w:ascii="Corbel" w:hAnsi="Corbel"/>
                <w:sz w:val="24"/>
                <w:szCs w:val="24"/>
              </w:rPr>
              <w:t>Włoch.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321A3F" w:rsidP="00321A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resocjalizacji i wymiar sprawiedliwości państw skandynawskich (Szwecja, Dania,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Norwegia, Finlandia)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321A3F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System resocjalizacji i wymiar sprawiedliwości USA.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865C6B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porównawcza polskiego systemu resocjalizacji i wymiaru sprawiedliwości z jednym z wybranych krajów świata.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865C6B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865C6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865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ozytywna ocena z </w:t>
            </w:r>
            <w:r w:rsidR="00865C6B">
              <w:rPr>
                <w:rFonts w:ascii="Corbel" w:hAnsi="Corbel"/>
                <w:b w:val="0"/>
                <w:smallCaps w:val="0"/>
                <w:szCs w:val="24"/>
              </w:rPr>
              <w:t>przygotowanej pracy projektowej.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624E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865C6B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624E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65C6B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Opora R.,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Breska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Jezierska J., Piechowicz M. (red.),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modele i strategie resocjalizacji,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Kacprzak A.,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Współczesne aspekty resocjalizacji przestępców w wybranych krajach 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„Acta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Universitatis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Lodziiensis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Folia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Sociologica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62, 2017, s. 63-81.</w:t>
            </w:r>
          </w:p>
          <w:p w:rsidR="00865C6B" w:rsidRDefault="00865C6B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Adamski A.</w:t>
            </w:r>
            <w:r w:rsidR="00865F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in.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i wymiar sprawiedliwości państw Unii Europejskiej : wybrane zagadnienia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Toruń </w:t>
            </w:r>
            <w:r w:rsidRPr="00865C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Sens i bezsens resocjalizacji penitencjarnej – casus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2006.</w:t>
            </w:r>
          </w:p>
          <w:p w:rsidR="00865FA3" w:rsidRDefault="00865FA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Płatek M., </w:t>
            </w:r>
            <w:r w:rsidRPr="00865F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Systemy penitencjarne państw skandynawskich na tle polityki kryminalnej,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132372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A26136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nieletnich w państwach europejskich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A26136" w:rsidRPr="00A26136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Stępnik</w:t>
            </w:r>
            <w:proofErr w:type="spellEnd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Środki penitencjarne we Francji i Polsce- doktryna, legislacja, praktyka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2012</w:t>
            </w:r>
          </w:p>
          <w:p w:rsidR="00A26136" w:rsidRPr="009C54AE" w:rsidRDefault="00A26136" w:rsidP="00A261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Urbanek M., </w:t>
            </w:r>
            <w:r w:rsidRPr="00A2613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Polski, czeski i słowacki system penitencjarny w opinii osadzonych i personelu więziennego</w:t>
            </w:r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Racibóż</w:t>
            </w:r>
            <w:proofErr w:type="spellEnd"/>
            <w:r w:rsidRPr="00A261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26136" w:rsidRPr="00A26136" w:rsidRDefault="0085747A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865FA3" w:rsidRDefault="00865FA3" w:rsidP="00865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515" w:rsidRDefault="00C26515" w:rsidP="00C16ABF">
      <w:pPr>
        <w:spacing w:after="0" w:line="240" w:lineRule="auto"/>
      </w:pPr>
      <w:r>
        <w:separator/>
      </w:r>
    </w:p>
  </w:endnote>
  <w:endnote w:type="continuationSeparator" w:id="0">
    <w:p w:rsidR="00C26515" w:rsidRDefault="00C265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515" w:rsidRDefault="00C26515" w:rsidP="00C16ABF">
      <w:pPr>
        <w:spacing w:after="0" w:line="240" w:lineRule="auto"/>
      </w:pPr>
      <w:r>
        <w:separator/>
      </w:r>
    </w:p>
  </w:footnote>
  <w:footnote w:type="continuationSeparator" w:id="0">
    <w:p w:rsidR="00C26515" w:rsidRDefault="00C2651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016B"/>
    <w:rsid w:val="00124BFF"/>
    <w:rsid w:val="0012560E"/>
    <w:rsid w:val="00127108"/>
    <w:rsid w:val="00132372"/>
    <w:rsid w:val="00134B13"/>
    <w:rsid w:val="00146BC0"/>
    <w:rsid w:val="00153C41"/>
    <w:rsid w:val="00154381"/>
    <w:rsid w:val="001624E4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A82"/>
    <w:rsid w:val="0056696D"/>
    <w:rsid w:val="00573EF9"/>
    <w:rsid w:val="0059484D"/>
    <w:rsid w:val="005A0855"/>
    <w:rsid w:val="005A3196"/>
    <w:rsid w:val="005B1C1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26136"/>
    <w:rsid w:val="00A30110"/>
    <w:rsid w:val="00A355A9"/>
    <w:rsid w:val="00A36899"/>
    <w:rsid w:val="00A371F6"/>
    <w:rsid w:val="00A43BF6"/>
    <w:rsid w:val="00A53FA5"/>
    <w:rsid w:val="00A54817"/>
    <w:rsid w:val="00A55DCB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F62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515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D6FCA-3EAA-49D9-AC05-08EE5B2D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2019-12-13T11:07:00Z</cp:lastPrinted>
  <dcterms:created xsi:type="dcterms:W3CDTF">2019-11-02T18:15:00Z</dcterms:created>
  <dcterms:modified xsi:type="dcterms:W3CDTF">2021-01-18T10:01:00Z</dcterms:modified>
</cp:coreProperties>
</file>